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2A7" w:rsidRDefault="006F580F">
      <w:pPr>
        <w:framePr w:w="3289" w:h="851" w:wrap="around" w:vAnchor="page" w:hAnchor="page" w:x="8056" w:y="631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2A7" w:rsidRDefault="008D72A7">
      <w:pPr>
        <w:rPr>
          <w:sz w:val="2"/>
        </w:rPr>
        <w:sectPr w:rsidR="008D72A7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6F580F" w:rsidRPr="001C6956" w:rsidRDefault="001035FA" w:rsidP="00F04693">
      <w:pPr>
        <w:jc w:val="both"/>
        <w:rPr>
          <w:b/>
          <w:noProof/>
        </w:rPr>
      </w:pPr>
      <w:r>
        <w:rPr>
          <w:b/>
          <w:noProof/>
        </w:rPr>
        <w:lastRenderedPageBreak/>
        <w:t>JUHATUSE ESIMEES</w:t>
      </w:r>
    </w:p>
    <w:p w:rsidR="001C6956" w:rsidRDefault="001C6956" w:rsidP="00F04693">
      <w:pPr>
        <w:jc w:val="both"/>
        <w:rPr>
          <w:b/>
          <w:noProof/>
        </w:rPr>
      </w:pPr>
      <w:r w:rsidRPr="001C6956">
        <w:rPr>
          <w:b/>
          <w:noProof/>
        </w:rPr>
        <w:t>KÄSKKIRI</w:t>
      </w:r>
    </w:p>
    <w:p w:rsidR="001C6956" w:rsidRDefault="001C6956" w:rsidP="00F04693">
      <w:pPr>
        <w:jc w:val="both"/>
        <w:rPr>
          <w:b/>
          <w:noProof/>
        </w:rPr>
      </w:pPr>
    </w:p>
    <w:p w:rsidR="001C6956" w:rsidRDefault="001C6956" w:rsidP="001C6956">
      <w:pPr>
        <w:tabs>
          <w:tab w:val="left" w:pos="4820"/>
        </w:tabs>
        <w:jc w:val="both"/>
        <w:rPr>
          <w:noProof/>
        </w:rPr>
      </w:pPr>
      <w:r>
        <w:rPr>
          <w:b/>
        </w:rPr>
        <w:tab/>
      </w:r>
      <w:r w:rsidR="00F25A83" w:rsidRPr="00F25A83">
        <w:t>08</w:t>
      </w:r>
      <w:r w:rsidR="00D21541" w:rsidRPr="00D21541">
        <w:t>.</w:t>
      </w:r>
      <w:r w:rsidR="00D21541">
        <w:rPr>
          <w:noProof/>
        </w:rPr>
        <w:t xml:space="preserve"> </w:t>
      </w:r>
      <w:r w:rsidRPr="004D63F2">
        <w:rPr>
          <w:noProof/>
        </w:rPr>
        <w:t>oktoober</w:t>
      </w:r>
      <w:r>
        <w:rPr>
          <w:noProof/>
        </w:rPr>
        <w:t xml:space="preserve"> </w:t>
      </w:r>
      <w:r w:rsidR="00F2482E">
        <w:rPr>
          <w:noProof/>
        </w:rPr>
        <w:t>2018</w:t>
      </w:r>
      <w:r>
        <w:rPr>
          <w:noProof/>
        </w:rPr>
        <w:t>. a nr 1-5</w:t>
      </w:r>
      <w:r w:rsidRPr="00D21541">
        <w:rPr>
          <w:noProof/>
        </w:rPr>
        <w:t>/</w:t>
      </w:r>
      <w:bookmarkStart w:id="0" w:name="_GoBack"/>
      <w:r w:rsidR="00126B47">
        <w:rPr>
          <w:noProof/>
        </w:rPr>
        <w:t>86</w:t>
      </w:r>
      <w:bookmarkEnd w:id="0"/>
    </w:p>
    <w:p w:rsidR="001C6956" w:rsidRDefault="001C6956" w:rsidP="001C6956">
      <w:pPr>
        <w:tabs>
          <w:tab w:val="left" w:pos="4820"/>
        </w:tabs>
        <w:jc w:val="both"/>
        <w:rPr>
          <w:noProof/>
        </w:rPr>
      </w:pPr>
    </w:p>
    <w:p w:rsidR="001C6956" w:rsidRDefault="001C6956" w:rsidP="001C6956">
      <w:pPr>
        <w:pStyle w:val="Heading1"/>
      </w:pPr>
      <w:r>
        <w:t xml:space="preserve">RMK valduses olevate varude, bioloogilise vara ja bilansivälise </w:t>
      </w:r>
      <w:r w:rsidR="00126B47">
        <w:t>var</w:t>
      </w:r>
      <w:r w:rsidR="00126B47">
        <w:t>u</w:t>
      </w:r>
      <w:r w:rsidR="00126B47">
        <w:t xml:space="preserve"> </w:t>
      </w:r>
      <w:r w:rsidR="00F2482E">
        <w:t>2018</w:t>
      </w:r>
      <w:r>
        <w:t>. aasta</w:t>
      </w:r>
    </w:p>
    <w:p w:rsidR="001C6956" w:rsidRDefault="001C6956" w:rsidP="001C6956">
      <w:pPr>
        <w:tabs>
          <w:tab w:val="left" w:pos="4820"/>
        </w:tabs>
        <w:jc w:val="both"/>
        <w:rPr>
          <w:b/>
        </w:rPr>
      </w:pPr>
      <w:r w:rsidRPr="001C6956">
        <w:rPr>
          <w:b/>
        </w:rPr>
        <w:t>inventuuri läbiviimine</w:t>
      </w:r>
    </w:p>
    <w:p w:rsidR="001C6956" w:rsidRDefault="001C6956" w:rsidP="001C6956">
      <w:pPr>
        <w:tabs>
          <w:tab w:val="left" w:pos="4820"/>
        </w:tabs>
        <w:jc w:val="both"/>
        <w:rPr>
          <w:b/>
        </w:rPr>
      </w:pPr>
    </w:p>
    <w:p w:rsidR="001C6956" w:rsidRPr="00AA795B" w:rsidRDefault="001C6956" w:rsidP="001C6956">
      <w:pPr>
        <w:pStyle w:val="BodyText"/>
        <w:rPr>
          <w:i w:val="0"/>
        </w:rPr>
      </w:pPr>
      <w:r w:rsidRPr="00AA795B">
        <w:rPr>
          <w:i w:val="0"/>
        </w:rPr>
        <w:t xml:space="preserve">Vabariigi Valitsuse 09.01.2007. a määruse nr 4 “Riigimetsa Majandamise Keskuse põhimääruse” § 18 lõigete 5 ja 6 alusel ning varude </w:t>
      </w:r>
      <w:r w:rsidR="00F2482E" w:rsidRPr="00AA795B">
        <w:rPr>
          <w:i w:val="0"/>
        </w:rPr>
        <w:t>201</w:t>
      </w:r>
      <w:r w:rsidR="00F2482E">
        <w:rPr>
          <w:i w:val="0"/>
        </w:rPr>
        <w:t>8</w:t>
      </w:r>
      <w:r w:rsidRPr="00AA795B">
        <w:rPr>
          <w:i w:val="0"/>
        </w:rPr>
        <w:t xml:space="preserve">. aasta inventuuri tähtaegseks ja kvaliteetseks läbiviimiseks </w:t>
      </w:r>
    </w:p>
    <w:p w:rsidR="001C6956" w:rsidRDefault="001C6956" w:rsidP="001C6956"/>
    <w:p w:rsidR="001C6956" w:rsidRDefault="001C6956" w:rsidP="001C6956">
      <w:pPr>
        <w:jc w:val="both"/>
      </w:pPr>
      <w:r>
        <w:t xml:space="preserve">v i i a  l ä b i  RMK valduses olevate varude </w:t>
      </w:r>
      <w:r w:rsidR="00F2482E">
        <w:t>2018</w:t>
      </w:r>
      <w:r>
        <w:t>. aasta inventuur järgmiselt:</w:t>
      </w:r>
    </w:p>
    <w:p w:rsidR="001C6956" w:rsidRDefault="001C6956" w:rsidP="001C6956">
      <w:pPr>
        <w:jc w:val="both"/>
      </w:pPr>
    </w:p>
    <w:p w:rsidR="001C6956" w:rsidRDefault="00750F8A" w:rsidP="001C6956">
      <w:pPr>
        <w:numPr>
          <w:ilvl w:val="0"/>
          <w:numId w:val="3"/>
        </w:numPr>
        <w:tabs>
          <w:tab w:val="num" w:pos="426"/>
          <w:tab w:val="left" w:pos="993"/>
        </w:tabs>
        <w:ind w:left="426"/>
        <w:jc w:val="both"/>
      </w:pPr>
      <w:r>
        <w:t>Ümar</w:t>
      </w:r>
      <w:r w:rsidR="00D617BE">
        <w:t>- ja energia</w:t>
      </w:r>
      <w:r>
        <w:t xml:space="preserve">puidu </w:t>
      </w:r>
      <w:r w:rsidR="001C6956">
        <w:t>varud (valmistoodang ja lõpetamata toodang)</w:t>
      </w:r>
    </w:p>
    <w:p w:rsidR="00D617BE" w:rsidRPr="00D617BE" w:rsidRDefault="001C6956" w:rsidP="001C6956">
      <w:pPr>
        <w:numPr>
          <w:ilvl w:val="1"/>
          <w:numId w:val="3"/>
        </w:numPr>
        <w:tabs>
          <w:tab w:val="num" w:pos="360"/>
          <w:tab w:val="num" w:pos="993"/>
        </w:tabs>
        <w:ind w:left="993" w:hanging="633"/>
        <w:jc w:val="both"/>
      </w:pPr>
      <w:r>
        <w:t xml:space="preserve">Inventeerida </w:t>
      </w:r>
      <w:r>
        <w:rPr>
          <w:bCs/>
        </w:rPr>
        <w:t>juhusliku valiku alusel</w:t>
      </w:r>
      <w:r w:rsidR="00D617BE">
        <w:rPr>
          <w:bCs/>
        </w:rPr>
        <w:t>:</w:t>
      </w:r>
    </w:p>
    <w:p w:rsidR="00D617BE" w:rsidRPr="00D617BE" w:rsidRDefault="00F25A83" w:rsidP="00D617BE">
      <w:pPr>
        <w:numPr>
          <w:ilvl w:val="2"/>
          <w:numId w:val="3"/>
        </w:numPr>
        <w:jc w:val="both"/>
      </w:pPr>
      <w:r>
        <w:rPr>
          <w:bCs/>
        </w:rPr>
        <w:t>10</w:t>
      </w:r>
      <w:r w:rsidR="00D617BE">
        <w:rPr>
          <w:bCs/>
        </w:rPr>
        <w:t xml:space="preserve">.oktoobril </w:t>
      </w:r>
      <w:r w:rsidR="00F2482E" w:rsidRPr="007336AD">
        <w:rPr>
          <w:bCs/>
        </w:rPr>
        <w:t>201</w:t>
      </w:r>
      <w:r w:rsidR="00F2482E">
        <w:rPr>
          <w:bCs/>
        </w:rPr>
        <w:t>8</w:t>
      </w:r>
      <w:r w:rsidR="00D617BE">
        <w:rPr>
          <w:bCs/>
        </w:rPr>
        <w:t>. a</w:t>
      </w:r>
      <w:r w:rsidR="00D617BE" w:rsidRPr="007336AD">
        <w:rPr>
          <w:bCs/>
        </w:rPr>
        <w:t xml:space="preserve"> avatuna olevaid </w:t>
      </w:r>
      <w:r w:rsidR="00D617BE">
        <w:rPr>
          <w:bCs/>
        </w:rPr>
        <w:t xml:space="preserve">energiapuidu </w:t>
      </w:r>
      <w:r w:rsidR="00D617BE" w:rsidRPr="007336AD">
        <w:rPr>
          <w:bCs/>
        </w:rPr>
        <w:t xml:space="preserve">vaheladusid, mis sisaldavad sellel kuupäeval kokku vähemalt </w:t>
      </w:r>
      <w:r w:rsidR="00D617BE">
        <w:rPr>
          <w:bCs/>
        </w:rPr>
        <w:t>3</w:t>
      </w:r>
      <w:r w:rsidR="00D617BE" w:rsidRPr="007336AD">
        <w:rPr>
          <w:bCs/>
        </w:rPr>
        <w:t xml:space="preserve">0% vaheladudes olevast </w:t>
      </w:r>
      <w:r w:rsidR="00D617BE">
        <w:rPr>
          <w:bCs/>
        </w:rPr>
        <w:t>energia</w:t>
      </w:r>
      <w:r w:rsidR="00D617BE" w:rsidRPr="007336AD">
        <w:rPr>
          <w:bCs/>
        </w:rPr>
        <w:t>puidu kogusest</w:t>
      </w:r>
      <w:r w:rsidR="00D617BE">
        <w:rPr>
          <w:bCs/>
        </w:rPr>
        <w:t>;</w:t>
      </w:r>
    </w:p>
    <w:p w:rsidR="001C6956" w:rsidRPr="007336AD" w:rsidRDefault="00F25A83" w:rsidP="00D617BE">
      <w:pPr>
        <w:numPr>
          <w:ilvl w:val="2"/>
          <w:numId w:val="3"/>
        </w:numPr>
        <w:jc w:val="both"/>
      </w:pPr>
      <w:r>
        <w:rPr>
          <w:bCs/>
        </w:rPr>
        <w:t>10</w:t>
      </w:r>
      <w:r w:rsidR="00D617BE">
        <w:rPr>
          <w:bCs/>
        </w:rPr>
        <w:t>.</w:t>
      </w:r>
      <w:r w:rsidR="001C6956" w:rsidRPr="007336AD">
        <w:rPr>
          <w:bCs/>
        </w:rPr>
        <w:t xml:space="preserve"> novembril </w:t>
      </w:r>
      <w:r w:rsidR="00F2482E" w:rsidRPr="007336AD">
        <w:rPr>
          <w:bCs/>
        </w:rPr>
        <w:t>201</w:t>
      </w:r>
      <w:r w:rsidR="00F2482E">
        <w:rPr>
          <w:bCs/>
        </w:rPr>
        <w:t>8</w:t>
      </w:r>
      <w:r w:rsidR="001C6956">
        <w:rPr>
          <w:bCs/>
        </w:rPr>
        <w:t>. a</w:t>
      </w:r>
      <w:r w:rsidR="001C6956" w:rsidRPr="007336AD">
        <w:rPr>
          <w:bCs/>
        </w:rPr>
        <w:t xml:space="preserve"> avatuna olevaid </w:t>
      </w:r>
      <w:r w:rsidR="00D617BE">
        <w:rPr>
          <w:bCs/>
        </w:rPr>
        <w:t xml:space="preserve">ümarpuidu </w:t>
      </w:r>
      <w:r w:rsidR="001C6956" w:rsidRPr="007336AD">
        <w:rPr>
          <w:bCs/>
        </w:rPr>
        <w:t xml:space="preserve">vaheladusid, mis sisaldavad sellel kuupäeval kokku vähemalt 60% vaheladudes olevast </w:t>
      </w:r>
      <w:r w:rsidR="00D617BE">
        <w:rPr>
          <w:bCs/>
        </w:rPr>
        <w:t>ümar</w:t>
      </w:r>
      <w:r w:rsidR="001C6956" w:rsidRPr="007336AD">
        <w:rPr>
          <w:bCs/>
        </w:rPr>
        <w:t xml:space="preserve">puidu kogusest. </w:t>
      </w:r>
    </w:p>
    <w:p w:rsidR="00D617BE" w:rsidRDefault="001C6956" w:rsidP="001C6956">
      <w:pPr>
        <w:numPr>
          <w:ilvl w:val="1"/>
          <w:numId w:val="3"/>
        </w:numPr>
        <w:tabs>
          <w:tab w:val="num" w:pos="360"/>
          <w:tab w:val="num" w:pos="993"/>
        </w:tabs>
        <w:ind w:left="993" w:hanging="633"/>
        <w:jc w:val="both"/>
      </w:pPr>
      <w:r w:rsidRPr="007336AD">
        <w:t>Inventuur viiakse läbi</w:t>
      </w:r>
      <w:r w:rsidR="00D617BE">
        <w:t>:</w:t>
      </w:r>
    </w:p>
    <w:p w:rsidR="001C6956" w:rsidRDefault="001C6956" w:rsidP="00D21541">
      <w:pPr>
        <w:numPr>
          <w:ilvl w:val="2"/>
          <w:numId w:val="3"/>
        </w:numPr>
        <w:jc w:val="both"/>
      </w:pPr>
      <w:r w:rsidRPr="007336AD">
        <w:t xml:space="preserve">perioodil </w:t>
      </w:r>
      <w:r w:rsidR="00F25A83">
        <w:t>10</w:t>
      </w:r>
      <w:r w:rsidR="00D617BE">
        <w:t>.</w:t>
      </w:r>
      <w:r w:rsidRPr="007336AD">
        <w:t xml:space="preserve"> </w:t>
      </w:r>
      <w:r w:rsidR="00D617BE">
        <w:t xml:space="preserve">oktoober </w:t>
      </w:r>
      <w:r w:rsidRPr="007336AD">
        <w:t xml:space="preserve">kuni </w:t>
      </w:r>
      <w:r w:rsidR="00F2482E">
        <w:t>21</w:t>
      </w:r>
      <w:r w:rsidR="00D617BE" w:rsidRPr="00D21541">
        <w:t>.</w:t>
      </w:r>
      <w:r>
        <w:t xml:space="preserve"> detsember </w:t>
      </w:r>
      <w:r w:rsidR="00F2482E">
        <w:t>2018</w:t>
      </w:r>
      <w:r>
        <w:t>. a.</w:t>
      </w:r>
      <w:r w:rsidR="00171CA2">
        <w:t xml:space="preserve"> energiapuidu vaheladudes.</w:t>
      </w:r>
    </w:p>
    <w:p w:rsidR="00D617BE" w:rsidRDefault="00D617BE" w:rsidP="00D617BE">
      <w:pPr>
        <w:numPr>
          <w:ilvl w:val="2"/>
          <w:numId w:val="3"/>
        </w:numPr>
        <w:jc w:val="both"/>
      </w:pPr>
      <w:r w:rsidRPr="007336AD">
        <w:t xml:space="preserve">perioodil </w:t>
      </w:r>
      <w:r w:rsidR="00F25A83">
        <w:t>10</w:t>
      </w:r>
      <w:r>
        <w:t>.</w:t>
      </w:r>
      <w:r w:rsidRPr="007336AD">
        <w:t xml:space="preserve"> november kuni </w:t>
      </w:r>
      <w:r w:rsidR="00F2482E">
        <w:t>14</w:t>
      </w:r>
      <w:r w:rsidRPr="00D21541">
        <w:t>.</w:t>
      </w:r>
      <w:r>
        <w:t xml:space="preserve"> detsember </w:t>
      </w:r>
      <w:r w:rsidR="00F2482E">
        <w:t>2018</w:t>
      </w:r>
      <w:r>
        <w:t>. a.</w:t>
      </w:r>
      <w:r w:rsidR="00171CA2">
        <w:t xml:space="preserve"> ümarpuidu vaheladudes.</w:t>
      </w:r>
    </w:p>
    <w:p w:rsidR="001C6956" w:rsidRDefault="001C6956" w:rsidP="001C6956">
      <w:pPr>
        <w:numPr>
          <w:ilvl w:val="1"/>
          <w:numId w:val="3"/>
        </w:numPr>
        <w:tabs>
          <w:tab w:val="num" w:pos="360"/>
          <w:tab w:val="num" w:pos="993"/>
        </w:tabs>
        <w:ind w:left="993" w:hanging="633"/>
        <w:jc w:val="both"/>
      </w:pPr>
      <w:r>
        <w:t xml:space="preserve">Metsamajandusosakonna metsamajanduse peaspetsialist koostab varude väljavõtte vastutavate struktuuriüksuste kaupa aruandest „3.2.7 Metsa- ja vahelao seis sortimentide lõikes“. </w:t>
      </w:r>
    </w:p>
    <w:p w:rsidR="001C6956" w:rsidRDefault="001C6956" w:rsidP="001C6956">
      <w:pPr>
        <w:numPr>
          <w:ilvl w:val="1"/>
          <w:numId w:val="3"/>
        </w:numPr>
        <w:tabs>
          <w:tab w:val="num" w:pos="360"/>
          <w:tab w:val="num" w:pos="993"/>
        </w:tabs>
        <w:ind w:left="993" w:hanging="633"/>
        <w:jc w:val="both"/>
      </w:pPr>
      <w:r>
        <w:t xml:space="preserve">Metsamajandusosakonna metsamajanduse peaspetsialist teeb punktis 1.1. kirjeldatud põhimõtetest lähtudes juhusliku valimi, mille kohta saadetakse samal päeval teade e-posti teel </w:t>
      </w:r>
      <w:r w:rsidR="00D617BE">
        <w:t xml:space="preserve">energia või ümarpuidu </w:t>
      </w:r>
      <w:r>
        <w:t>vahelao eest vastutavate struktuuriüksuse juhtidele.</w:t>
      </w:r>
    </w:p>
    <w:p w:rsidR="001C6956" w:rsidRDefault="001C6956" w:rsidP="001C6956">
      <w:pPr>
        <w:numPr>
          <w:ilvl w:val="1"/>
          <w:numId w:val="3"/>
        </w:numPr>
        <w:tabs>
          <w:tab w:val="num" w:pos="360"/>
          <w:tab w:val="num" w:pos="993"/>
        </w:tabs>
        <w:ind w:left="993" w:hanging="633"/>
        <w:jc w:val="both"/>
      </w:pPr>
      <w:r>
        <w:t>Struktuuriüksuse</w:t>
      </w:r>
      <w:r w:rsidRPr="004F7E1A">
        <w:t xml:space="preserve"> juhid koostavad inventuuri läbiviimiseks käskkirja</w:t>
      </w:r>
      <w:r>
        <w:t xml:space="preserve"> ja käskkirja lisa, milles kajastatakse </w:t>
      </w:r>
      <w:r w:rsidRPr="004F7E1A">
        <w:t>ladude inventuuri kava</w:t>
      </w:r>
      <w:r>
        <w:t>.</w:t>
      </w:r>
    </w:p>
    <w:p w:rsidR="001C6956" w:rsidRDefault="001C6956" w:rsidP="001C6956">
      <w:pPr>
        <w:numPr>
          <w:ilvl w:val="1"/>
          <w:numId w:val="3"/>
        </w:numPr>
        <w:tabs>
          <w:tab w:val="num" w:pos="360"/>
          <w:tab w:val="num" w:pos="993"/>
        </w:tabs>
        <w:ind w:left="993" w:hanging="633"/>
        <w:jc w:val="both"/>
      </w:pPr>
      <w:r>
        <w:t xml:space="preserve">Inventuuri kavas </w:t>
      </w:r>
      <w:r w:rsidRPr="004F7E1A">
        <w:t>märgitakse ladude kaupa inventuuri läbiviimise aeg, inven</w:t>
      </w:r>
      <w:r>
        <w:t>teerimis</w:t>
      </w:r>
      <w:r>
        <w:softHyphen/>
        <w:t>komisjoni esimees, komisjoni liige ja lao eest vastutav isik.</w:t>
      </w:r>
      <w:r w:rsidRPr="004F7E1A">
        <w:t xml:space="preserve"> </w:t>
      </w:r>
    </w:p>
    <w:p w:rsidR="001C6956" w:rsidRPr="004F7E1A" w:rsidRDefault="001C6956" w:rsidP="001C6956">
      <w:pPr>
        <w:numPr>
          <w:ilvl w:val="1"/>
          <w:numId w:val="3"/>
        </w:numPr>
        <w:tabs>
          <w:tab w:val="num" w:pos="360"/>
          <w:tab w:val="num" w:pos="993"/>
        </w:tabs>
        <w:ind w:left="993" w:hanging="633"/>
        <w:jc w:val="both"/>
      </w:pPr>
      <w:r>
        <w:t>Juhul, kui komisjoni liige on inventeeritavate varade eest vastutav isik, siis vastutav isik osaleb  inventeerimis</w:t>
      </w:r>
      <w:r>
        <w:softHyphen/>
        <w:t>komisjoni töös vaid selgituse andjana.</w:t>
      </w:r>
    </w:p>
    <w:p w:rsidR="001C6956" w:rsidRDefault="001C6956" w:rsidP="001C6956">
      <w:pPr>
        <w:numPr>
          <w:ilvl w:val="1"/>
          <w:numId w:val="3"/>
        </w:numPr>
        <w:tabs>
          <w:tab w:val="num" w:pos="360"/>
          <w:tab w:val="num" w:pos="993"/>
        </w:tabs>
        <w:ind w:left="993" w:hanging="633"/>
        <w:jc w:val="both"/>
      </w:pPr>
      <w:r>
        <w:t>Inventuuri läbiviimise kuupäevale eelneva päeva õhtuks sisestatakse kõik laosisse- ja laoväljaminekukanded ning peatatakse laoseise mõjutatavad tööd kuni inventuuri läbiviimiseni.</w:t>
      </w:r>
    </w:p>
    <w:p w:rsidR="001C6956" w:rsidRDefault="001C6956" w:rsidP="001C6956">
      <w:pPr>
        <w:numPr>
          <w:ilvl w:val="1"/>
          <w:numId w:val="3"/>
        </w:numPr>
        <w:tabs>
          <w:tab w:val="num" w:pos="360"/>
          <w:tab w:val="num" w:pos="993"/>
        </w:tabs>
        <w:ind w:left="993" w:hanging="633"/>
        <w:jc w:val="both"/>
      </w:pPr>
      <w:r>
        <w:t xml:space="preserve">Inventuuri andmed kantakse metsamaterjali inventuuri loendamislehele. </w:t>
      </w:r>
    </w:p>
    <w:p w:rsidR="001C6956" w:rsidRDefault="00171CA2" w:rsidP="001C6956">
      <w:pPr>
        <w:numPr>
          <w:ilvl w:val="1"/>
          <w:numId w:val="3"/>
        </w:numPr>
        <w:tabs>
          <w:tab w:val="num" w:pos="360"/>
          <w:tab w:val="num" w:pos="993"/>
        </w:tabs>
        <w:ind w:left="993" w:hanging="633"/>
        <w:jc w:val="both"/>
      </w:pPr>
      <w:r>
        <w:t>L</w:t>
      </w:r>
      <w:r w:rsidR="001C6956">
        <w:t>aoseis</w:t>
      </w:r>
      <w:r w:rsidR="00C32C41">
        <w:t xml:space="preserve"> võetakse laoarvestuse rakendusest</w:t>
      </w:r>
      <w:r w:rsidR="001C6956">
        <w:t xml:space="preserve"> inventuuri läbiviimise päeva hommikul inventeerimiskomisjoni esimees.</w:t>
      </w:r>
      <w:r w:rsidR="001C6956" w:rsidRPr="00334301">
        <w:t xml:space="preserve"> </w:t>
      </w:r>
    </w:p>
    <w:p w:rsidR="001C6956" w:rsidRDefault="00D617BE" w:rsidP="001C6956">
      <w:pPr>
        <w:numPr>
          <w:ilvl w:val="1"/>
          <w:numId w:val="3"/>
        </w:numPr>
        <w:tabs>
          <w:tab w:val="num" w:pos="360"/>
          <w:tab w:val="num" w:pos="993"/>
        </w:tabs>
        <w:ind w:left="993" w:hanging="633"/>
        <w:jc w:val="both"/>
      </w:pPr>
      <w:r>
        <w:t>Ümarp</w:t>
      </w:r>
      <w:r w:rsidR="001C6956">
        <w:t>uidu mahu arvutamine toimub väljaandes „Ümarpuidu mõõtmine ja hindamine“</w:t>
      </w:r>
      <w:r w:rsidR="001C6956" w:rsidRPr="001D05A0">
        <w:rPr>
          <w:szCs w:val="24"/>
        </w:rPr>
        <w:t xml:space="preserve"> </w:t>
      </w:r>
      <w:r w:rsidR="001C6956" w:rsidRPr="00334301">
        <w:rPr>
          <w:szCs w:val="24"/>
        </w:rPr>
        <w:t xml:space="preserve">(koost J. Jänes, Tartu 2001) toodud metoodika </w:t>
      </w:r>
      <w:r w:rsidR="001C6956">
        <w:rPr>
          <w:szCs w:val="24"/>
        </w:rPr>
        <w:t>alusel</w:t>
      </w:r>
      <w:r>
        <w:rPr>
          <w:szCs w:val="24"/>
        </w:rPr>
        <w:t xml:space="preserve"> ja energiapuidu mahu arvutamine toimub RMK juhendi „</w:t>
      </w:r>
      <w:r w:rsidRPr="00D617BE">
        <w:t>Energiapuidu varumise, ladustamise ja mahu määramise juhend</w:t>
      </w:r>
      <w:r>
        <w:t>“ toodud metoodika alusel</w:t>
      </w:r>
      <w:r w:rsidR="001C6956">
        <w:t xml:space="preserve">. </w:t>
      </w:r>
    </w:p>
    <w:p w:rsidR="001E2DB7" w:rsidRDefault="001C6956" w:rsidP="001C6956">
      <w:pPr>
        <w:numPr>
          <w:ilvl w:val="1"/>
          <w:numId w:val="3"/>
        </w:numPr>
        <w:tabs>
          <w:tab w:val="num" w:pos="360"/>
          <w:tab w:val="num" w:pos="993"/>
        </w:tabs>
        <w:ind w:left="993" w:hanging="633"/>
        <w:jc w:val="both"/>
      </w:pPr>
      <w:r>
        <w:lastRenderedPageBreak/>
        <w:t xml:space="preserve">Vahelao sordi koguse inventeerimise käigus hinnatakse vahelaoplatsil oleva puidu sordi kogust (mõõdetakse vahelaoplatsil ladustatud puidu virn (kõrgus, laius, pikkus) ning leitakse virnatäiuse koefitsient) ning võrreldakse tulemust laoarvestuse rakenduses kajastatud andmetega. </w:t>
      </w:r>
    </w:p>
    <w:p w:rsidR="001C6956" w:rsidRDefault="001C6956" w:rsidP="001C6956">
      <w:pPr>
        <w:numPr>
          <w:ilvl w:val="1"/>
          <w:numId w:val="3"/>
        </w:numPr>
        <w:tabs>
          <w:tab w:val="num" w:pos="360"/>
          <w:tab w:val="num" w:pos="993"/>
        </w:tabs>
        <w:ind w:left="993" w:hanging="633"/>
        <w:jc w:val="both"/>
      </w:pPr>
      <w:r>
        <w:t>Vahelaoplatsil olevad ümarpuidu sordi kogused, mis hinnanguliselt on väiksemad kui 45 m</w:t>
      </w:r>
      <w:r w:rsidRPr="00334301">
        <w:rPr>
          <w:vertAlign w:val="superscript"/>
        </w:rPr>
        <w:t>3</w:t>
      </w:r>
      <w:r>
        <w:t>, võib hinnata silmamõõduliselt, energiapuidu sordi kogused võib hinnata silmamõõduliselt.</w:t>
      </w:r>
    </w:p>
    <w:p w:rsidR="001C6956" w:rsidRDefault="001C6956" w:rsidP="001C6956">
      <w:pPr>
        <w:numPr>
          <w:ilvl w:val="1"/>
          <w:numId w:val="3"/>
        </w:numPr>
        <w:tabs>
          <w:tab w:val="num" w:pos="360"/>
          <w:tab w:val="num" w:pos="993"/>
        </w:tabs>
        <w:ind w:left="993" w:hanging="633"/>
        <w:jc w:val="both"/>
      </w:pPr>
      <w:r>
        <w:t>Laoarvestuse rakenduses  kajastatud andmete ja inventuurist saadud andmete erinevus loetakse lubatud erinevuse piiridesse jäävateks, kui koguse erinevus on väiksem:</w:t>
      </w:r>
    </w:p>
    <w:p w:rsidR="001C6956" w:rsidRDefault="001C6956" w:rsidP="001C6956">
      <w:pPr>
        <w:ind w:left="993"/>
        <w:jc w:val="both"/>
      </w:pPr>
      <w:r>
        <w:t>1.1</w:t>
      </w:r>
      <w:r w:rsidR="001E2DB7">
        <w:t>4</w:t>
      </w:r>
      <w:r>
        <w:t xml:space="preserve">.1 </w:t>
      </w:r>
      <w:r w:rsidR="001E2DB7">
        <w:t xml:space="preserve">ümarpuidu </w:t>
      </w:r>
      <w:r>
        <w:t>koguse puhul 0 kuni 10 m</w:t>
      </w:r>
      <w:r w:rsidRPr="00334301">
        <w:rPr>
          <w:vertAlign w:val="superscript"/>
        </w:rPr>
        <w:t>3</w:t>
      </w:r>
      <w:r>
        <w:t xml:space="preserve"> korral ±2 m</w:t>
      </w:r>
      <w:r w:rsidRPr="00334301">
        <w:rPr>
          <w:vertAlign w:val="superscript"/>
        </w:rPr>
        <w:t>3</w:t>
      </w:r>
      <w:r>
        <w:t xml:space="preserve"> ; </w:t>
      </w:r>
    </w:p>
    <w:p w:rsidR="001E2DB7" w:rsidRDefault="001C6956" w:rsidP="001C6956">
      <w:pPr>
        <w:ind w:left="993"/>
        <w:jc w:val="both"/>
      </w:pPr>
      <w:r>
        <w:t>1.1</w:t>
      </w:r>
      <w:r w:rsidR="001E2DB7">
        <w:t>4</w:t>
      </w:r>
      <w:r>
        <w:t xml:space="preserve">.2 </w:t>
      </w:r>
      <w:r w:rsidR="001E2DB7">
        <w:t xml:space="preserve">ümarpuidu </w:t>
      </w:r>
      <w:r>
        <w:t>koguse puhul üle 10</w:t>
      </w:r>
      <w:r w:rsidRPr="00C45ADE">
        <w:t xml:space="preserve"> </w:t>
      </w:r>
      <w:r>
        <w:t>m</w:t>
      </w:r>
      <w:r w:rsidRPr="00334301">
        <w:rPr>
          <w:vertAlign w:val="superscript"/>
        </w:rPr>
        <w:t>3</w:t>
      </w:r>
      <w:r>
        <w:t xml:space="preserve"> korral kui ±10%</w:t>
      </w:r>
      <w:r w:rsidR="001E2DB7">
        <w:t>;</w:t>
      </w:r>
    </w:p>
    <w:p w:rsidR="001C6956" w:rsidRDefault="001E2DB7" w:rsidP="001C6956">
      <w:pPr>
        <w:ind w:left="993"/>
        <w:jc w:val="both"/>
      </w:pPr>
      <w:r>
        <w:t>1.14.3 energiapuidu koguse puhul ±25%</w:t>
      </w:r>
      <w:r w:rsidR="001C6956">
        <w:t>.</w:t>
      </w:r>
    </w:p>
    <w:p w:rsidR="001C6956" w:rsidRPr="004F7E1A" w:rsidRDefault="001C6956" w:rsidP="001C6956">
      <w:pPr>
        <w:numPr>
          <w:ilvl w:val="1"/>
          <w:numId w:val="3"/>
        </w:numPr>
        <w:tabs>
          <w:tab w:val="num" w:pos="360"/>
          <w:tab w:val="num" w:pos="993"/>
        </w:tabs>
        <w:ind w:left="993" w:hanging="633"/>
        <w:jc w:val="both"/>
      </w:pPr>
      <w:r>
        <w:t xml:space="preserve">Loendamislehe allkirjastavad kõik inventeerimiskomisjoni </w:t>
      </w:r>
      <w:r w:rsidRPr="001A7427">
        <w:t>liikmed ja</w:t>
      </w:r>
      <w:r>
        <w:t xml:space="preserve"> lao eest vastutav isik. </w:t>
      </w:r>
      <w:r w:rsidRPr="004F7E1A">
        <w:t>Loendamisleht salvestatakse DHSi sarja 6-6.4 „Varude aastainventuurid“.</w:t>
      </w:r>
    </w:p>
    <w:p w:rsidR="001C6956" w:rsidRPr="004F7E1A" w:rsidRDefault="001C6956" w:rsidP="001C6956">
      <w:pPr>
        <w:numPr>
          <w:ilvl w:val="1"/>
          <w:numId w:val="3"/>
        </w:numPr>
        <w:tabs>
          <w:tab w:val="num" w:pos="360"/>
          <w:tab w:val="num" w:pos="993"/>
        </w:tabs>
        <w:ind w:left="993" w:hanging="633"/>
        <w:jc w:val="both"/>
      </w:pPr>
      <w:r w:rsidRPr="004F7E1A">
        <w:t xml:space="preserve">Inventuuriakti koostab </w:t>
      </w:r>
      <w:r>
        <w:t>laoarvestuse rakenduses</w:t>
      </w:r>
      <w:r w:rsidRPr="004F7E1A">
        <w:t xml:space="preserve"> inventeerimiskomisjoni </w:t>
      </w:r>
      <w:r>
        <w:t xml:space="preserve">esimees, </w:t>
      </w:r>
      <w:r w:rsidRPr="004F7E1A">
        <w:t xml:space="preserve">võttes aluseks </w:t>
      </w:r>
      <w:r>
        <w:t xml:space="preserve">inventeerimiskomisjoni liikmete poolt </w:t>
      </w:r>
      <w:r w:rsidRPr="004F7E1A">
        <w:t xml:space="preserve">allkirjastatud loendamislehe andmeid. </w:t>
      </w:r>
    </w:p>
    <w:p w:rsidR="001C6956" w:rsidRPr="004F7E1A" w:rsidRDefault="001C6956" w:rsidP="001C6956">
      <w:pPr>
        <w:numPr>
          <w:ilvl w:val="1"/>
          <w:numId w:val="3"/>
        </w:numPr>
        <w:tabs>
          <w:tab w:val="num" w:pos="360"/>
          <w:tab w:val="num" w:pos="993"/>
        </w:tabs>
        <w:ind w:left="993" w:hanging="633"/>
        <w:jc w:val="both"/>
      </w:pPr>
      <w:r w:rsidRPr="004F7E1A">
        <w:t xml:space="preserve">Inventuuriakt koostatakse </w:t>
      </w:r>
      <w:r>
        <w:t>laoarvestuse rakenduses</w:t>
      </w:r>
      <w:r w:rsidRPr="004F7E1A">
        <w:t xml:space="preserve"> enne järgneva laokande sisestamist.  </w:t>
      </w:r>
    </w:p>
    <w:p w:rsidR="001C6956" w:rsidRPr="004F7E1A" w:rsidRDefault="001C6956" w:rsidP="001C6956">
      <w:pPr>
        <w:numPr>
          <w:ilvl w:val="1"/>
          <w:numId w:val="3"/>
        </w:numPr>
        <w:tabs>
          <w:tab w:val="num" w:pos="360"/>
          <w:tab w:val="num" w:pos="993"/>
        </w:tabs>
        <w:ind w:left="993" w:hanging="633"/>
        <w:jc w:val="both"/>
      </w:pPr>
      <w:r w:rsidRPr="004F7E1A">
        <w:t xml:space="preserve">Inventuuriakt </w:t>
      </w:r>
      <w:r>
        <w:t>salvestatakse laoarvestuse rakenduses ja välja ei trükita.</w:t>
      </w:r>
    </w:p>
    <w:p w:rsidR="001C6956" w:rsidRPr="004F7E1A" w:rsidRDefault="001C6956" w:rsidP="001C6956">
      <w:pPr>
        <w:tabs>
          <w:tab w:val="num" w:pos="142"/>
        </w:tabs>
        <w:ind w:left="426"/>
        <w:jc w:val="both"/>
      </w:pPr>
    </w:p>
    <w:p w:rsidR="001C6956" w:rsidRPr="00287965" w:rsidRDefault="001C6956" w:rsidP="001C6956">
      <w:pPr>
        <w:numPr>
          <w:ilvl w:val="0"/>
          <w:numId w:val="3"/>
        </w:numPr>
        <w:tabs>
          <w:tab w:val="num" w:pos="720"/>
        </w:tabs>
        <w:ind w:left="720"/>
        <w:jc w:val="both"/>
      </w:pPr>
      <w:r>
        <w:t>Taime</w:t>
      </w:r>
      <w:r w:rsidRPr="004F7E1A">
        <w:t>- ja seemnevarud, materjalid ja varud (tooraine ja materjal, lõpetamata toodang, valmist</w:t>
      </w:r>
      <w:r>
        <w:t>oodang, ostetud kaubad müügiks</w:t>
      </w:r>
      <w:r w:rsidRPr="004F7E1A">
        <w:t>)</w:t>
      </w:r>
    </w:p>
    <w:p w:rsidR="001C6956" w:rsidRPr="00AC30F7" w:rsidRDefault="001C6956" w:rsidP="001C6956">
      <w:pPr>
        <w:numPr>
          <w:ilvl w:val="1"/>
          <w:numId w:val="3"/>
        </w:numPr>
        <w:jc w:val="both"/>
      </w:pPr>
      <w:r w:rsidRPr="004F7E1A">
        <w:t>Inventuur</w:t>
      </w:r>
      <w:r>
        <w:t xml:space="preserve"> </w:t>
      </w:r>
      <w:r w:rsidRPr="004F7E1A">
        <w:t>viiakse läbi</w:t>
      </w:r>
      <w:r>
        <w:t xml:space="preserve">  </w:t>
      </w:r>
      <w:r w:rsidRPr="004F7E1A">
        <w:t xml:space="preserve"> perioodil </w:t>
      </w:r>
      <w:r w:rsidR="00F87F72">
        <w:t>1</w:t>
      </w:r>
      <w:r w:rsidRPr="004F7E1A">
        <w:t xml:space="preserve">. november  kuni </w:t>
      </w:r>
      <w:r w:rsidR="00F2482E">
        <w:t>23</w:t>
      </w:r>
      <w:r w:rsidRPr="004F7E1A">
        <w:t xml:space="preserve">. </w:t>
      </w:r>
      <w:r>
        <w:t>november</w:t>
      </w:r>
      <w:r w:rsidRPr="004F7E1A">
        <w:t xml:space="preserve"> </w:t>
      </w:r>
      <w:r w:rsidR="00F2482E" w:rsidRPr="004F7E1A">
        <w:t>20</w:t>
      </w:r>
      <w:r w:rsidR="00F2482E">
        <w:t>18</w:t>
      </w:r>
      <w:r w:rsidRPr="004F7E1A">
        <w:t>.</w:t>
      </w:r>
      <w:r w:rsidRPr="00AC30F7">
        <w:rPr>
          <w:b/>
        </w:rPr>
        <w:t xml:space="preserve"> </w:t>
      </w:r>
      <w:r w:rsidRPr="008E72F5">
        <w:t>a.</w:t>
      </w:r>
    </w:p>
    <w:p w:rsidR="001C6956" w:rsidRPr="004F7E1A" w:rsidRDefault="001C6956" w:rsidP="001C6956">
      <w:pPr>
        <w:numPr>
          <w:ilvl w:val="1"/>
          <w:numId w:val="3"/>
        </w:numPr>
        <w:jc w:val="both"/>
      </w:pPr>
      <w:r w:rsidRPr="004F7E1A">
        <w:t>Struktuuriüksuse juht koostab varude inventuuri läbiviimiseks käskkirja, millega  määratakse</w:t>
      </w:r>
    </w:p>
    <w:p w:rsidR="001C6956" w:rsidRDefault="001C6956" w:rsidP="001C6956">
      <w:pPr>
        <w:numPr>
          <w:ilvl w:val="2"/>
          <w:numId w:val="3"/>
        </w:numPr>
        <w:jc w:val="both"/>
      </w:pPr>
      <w:r w:rsidRPr="004F7E1A">
        <w:t xml:space="preserve">inventeerimiskomisjoni liikmed, kellest üks määratakse </w:t>
      </w:r>
      <w:r>
        <w:t>esimeheks</w:t>
      </w:r>
      <w:r w:rsidRPr="004F7E1A">
        <w:t>. Komisjoni</w:t>
      </w:r>
      <w:r>
        <w:t xml:space="preserve"> peab kuuluma vähemalt kaks liiget. Komisjoni ei tohi kuuluda inventeeritavate varude eest vastutav isik. Vastutav isik osaleb vajadusel inventeerimiskomisjoni töös selgituse andjana.</w:t>
      </w:r>
    </w:p>
    <w:p w:rsidR="001C6956" w:rsidRDefault="001C6956" w:rsidP="001C6956">
      <w:pPr>
        <w:numPr>
          <w:ilvl w:val="2"/>
          <w:numId w:val="3"/>
        </w:numPr>
        <w:jc w:val="both"/>
      </w:pPr>
      <w:r>
        <w:t>millise kuupäeva seisuga varusid inventeeritakse ja inventuuri läbiviimise aeg (kuupäevaliselt).</w:t>
      </w:r>
    </w:p>
    <w:p w:rsidR="001C6956" w:rsidRDefault="001C6956" w:rsidP="001C6956">
      <w:pPr>
        <w:numPr>
          <w:ilvl w:val="1"/>
          <w:numId w:val="3"/>
        </w:numPr>
        <w:jc w:val="both"/>
      </w:pPr>
      <w:r>
        <w:t>Viide DHSi salvestatud käskkirjast saadetakse</w:t>
      </w:r>
    </w:p>
    <w:p w:rsidR="001C6956" w:rsidRDefault="001C6956" w:rsidP="001C6956">
      <w:pPr>
        <w:numPr>
          <w:ilvl w:val="2"/>
          <w:numId w:val="3"/>
        </w:numPr>
        <w:jc w:val="both"/>
      </w:pPr>
      <w:r>
        <w:t>ostu raamatupidajale (ostetud kaubad müügiks,  tooraine ja materjal)</w:t>
      </w:r>
    </w:p>
    <w:p w:rsidR="001C6956" w:rsidRDefault="001C6956" w:rsidP="001C6956">
      <w:pPr>
        <w:numPr>
          <w:ilvl w:val="2"/>
          <w:numId w:val="3"/>
        </w:numPr>
        <w:jc w:val="both"/>
      </w:pPr>
      <w:r>
        <w:t>müügi raamatupidajale (taimed ja seemned).</w:t>
      </w:r>
    </w:p>
    <w:p w:rsidR="001C6956" w:rsidRDefault="001C6956" w:rsidP="001C6956">
      <w:pPr>
        <w:numPr>
          <w:ilvl w:val="1"/>
          <w:numId w:val="3"/>
        </w:numPr>
        <w:jc w:val="both"/>
      </w:pPr>
      <w:r>
        <w:t>Raamatupidajad väljastavad loendamislehed tarkvarast Axapta vastavalt käskkirjas määratud komisjoni esimehele.</w:t>
      </w:r>
    </w:p>
    <w:p w:rsidR="001C6956" w:rsidRDefault="001C6956" w:rsidP="001C6956">
      <w:pPr>
        <w:numPr>
          <w:ilvl w:val="2"/>
          <w:numId w:val="3"/>
        </w:numPr>
        <w:jc w:val="both"/>
      </w:pPr>
      <w:r>
        <w:t xml:space="preserve"> Loendamislehena kasutatakse</w:t>
      </w:r>
    </w:p>
    <w:p w:rsidR="001C6956" w:rsidRDefault="001C6956" w:rsidP="001C6956">
      <w:pPr>
        <w:ind w:left="1702"/>
        <w:jc w:val="both"/>
      </w:pPr>
      <w:r>
        <w:t>varude (tooraine ja materjal, lõpetamata</w:t>
      </w:r>
      <w:r w:rsidR="00C23C30">
        <w:t>-</w:t>
      </w:r>
      <w:r>
        <w:t xml:space="preserve"> </w:t>
      </w:r>
      <w:r w:rsidR="00C23C30">
        <w:t>ja</w:t>
      </w:r>
      <w:r>
        <w:t xml:space="preserve"> valmistoodang</w:t>
      </w:r>
      <w:r w:rsidR="00C23C30">
        <w:t xml:space="preserve"> va ümar- ja energiapuit ning</w:t>
      </w:r>
      <w:r>
        <w:t xml:space="preserve"> </w:t>
      </w:r>
      <w:r w:rsidRPr="00870932">
        <w:t>ostetud kaubad müügiks</w:t>
      </w:r>
      <w:r w:rsidR="00C23C30">
        <w:t>)</w:t>
      </w:r>
      <w:r w:rsidRPr="00870932">
        <w:t xml:space="preserve"> puhul Axa</w:t>
      </w:r>
      <w:r>
        <w:t>pta laoaruannet „Laoväärtus laodimensioonide kaupa“. Ostetud kaubad müügiks</w:t>
      </w:r>
      <w:r w:rsidR="00C23C30">
        <w:t xml:space="preserve"> </w:t>
      </w:r>
      <w:proofErr w:type="spellStart"/>
      <w:r w:rsidR="00C23C30">
        <w:t>Sagadi</w:t>
      </w:r>
      <w:proofErr w:type="spellEnd"/>
      <w:r>
        <w:t xml:space="preserve"> restorani</w:t>
      </w:r>
      <w:r w:rsidR="009D7E97">
        <w:t>, baari</w:t>
      </w:r>
      <w:r>
        <w:t xml:space="preserve"> lao kohta koostab </w:t>
      </w:r>
      <w:proofErr w:type="spellStart"/>
      <w:r>
        <w:t>Sagadi</w:t>
      </w:r>
      <w:proofErr w:type="spellEnd"/>
      <w:r>
        <w:t xml:space="preserve"> metsakeskus </w:t>
      </w:r>
      <w:r w:rsidR="009D7E97">
        <w:t>restorani programmis</w:t>
      </w:r>
      <w:r w:rsidR="00C3050E">
        <w:t>t</w:t>
      </w:r>
      <w:r w:rsidR="009D7E97">
        <w:t xml:space="preserve"> </w:t>
      </w:r>
      <w:r w:rsidR="009D7E97" w:rsidRPr="00F25A83">
        <w:t>Kakuke</w:t>
      </w:r>
      <w:r>
        <w:t xml:space="preserve"> loendamislehed  ja inventeerimisnimestikud. </w:t>
      </w:r>
    </w:p>
    <w:p w:rsidR="001C6956" w:rsidRDefault="001C6956" w:rsidP="001C6956">
      <w:pPr>
        <w:numPr>
          <w:ilvl w:val="2"/>
          <w:numId w:val="3"/>
        </w:numPr>
        <w:jc w:val="both"/>
      </w:pPr>
      <w:r>
        <w:t>Loendamisleht väljastatakse eraldi varude liikide kaupa alljärgnevalt:</w:t>
      </w:r>
    </w:p>
    <w:p w:rsidR="001C6956" w:rsidRDefault="001C6956" w:rsidP="001C6956">
      <w:pPr>
        <w:ind w:left="360" w:firstLine="320"/>
        <w:jc w:val="both"/>
      </w:pPr>
      <w:r>
        <w:t xml:space="preserve">   a) tooraine ja materjal </w:t>
      </w:r>
    </w:p>
    <w:p w:rsidR="001C6956" w:rsidRDefault="001C6956" w:rsidP="001C6956">
      <w:pPr>
        <w:ind w:left="680" w:firstLine="112"/>
        <w:jc w:val="both"/>
      </w:pPr>
      <w:r>
        <w:t xml:space="preserve"> b) lõpetamata toodang</w:t>
      </w:r>
    </w:p>
    <w:p w:rsidR="001C6956" w:rsidRDefault="001C6956" w:rsidP="001C6956">
      <w:pPr>
        <w:ind w:left="680" w:firstLine="112"/>
        <w:jc w:val="both"/>
      </w:pPr>
      <w:r>
        <w:t xml:space="preserve"> c) valmistoodang </w:t>
      </w:r>
    </w:p>
    <w:p w:rsidR="001C6956" w:rsidRDefault="001C6956" w:rsidP="001C6956">
      <w:pPr>
        <w:ind w:left="680" w:firstLine="112"/>
        <w:jc w:val="both"/>
      </w:pPr>
      <w:r>
        <w:t xml:space="preserve"> d) ostetud kaubad müügiks </w:t>
      </w:r>
    </w:p>
    <w:p w:rsidR="00D21541" w:rsidRDefault="00D21541" w:rsidP="001C6956">
      <w:pPr>
        <w:ind w:left="680" w:firstLine="112"/>
        <w:jc w:val="both"/>
      </w:pPr>
    </w:p>
    <w:p w:rsidR="0048414E" w:rsidRDefault="0048414E" w:rsidP="001C6956">
      <w:pPr>
        <w:ind w:left="680" w:firstLine="112"/>
        <w:jc w:val="both"/>
      </w:pPr>
    </w:p>
    <w:p w:rsidR="00FC209A" w:rsidRDefault="00FC209A" w:rsidP="001C6956">
      <w:pPr>
        <w:ind w:left="680" w:firstLine="112"/>
        <w:jc w:val="both"/>
      </w:pPr>
    </w:p>
    <w:p w:rsidR="00D21541" w:rsidRDefault="00D21541" w:rsidP="001C6956">
      <w:pPr>
        <w:ind w:left="680" w:firstLine="112"/>
        <w:jc w:val="both"/>
      </w:pPr>
    </w:p>
    <w:p w:rsidR="00D21541" w:rsidRDefault="00D21541" w:rsidP="001C6956">
      <w:pPr>
        <w:ind w:left="680" w:firstLine="112"/>
        <w:jc w:val="both"/>
      </w:pPr>
    </w:p>
    <w:p w:rsidR="00D21541" w:rsidRDefault="00D21541" w:rsidP="001C6956">
      <w:pPr>
        <w:ind w:left="680" w:firstLine="112"/>
        <w:jc w:val="both"/>
      </w:pPr>
    </w:p>
    <w:p w:rsidR="001C6956" w:rsidRDefault="001C6956" w:rsidP="001C6956">
      <w:pPr>
        <w:numPr>
          <w:ilvl w:val="1"/>
          <w:numId w:val="3"/>
        </w:numPr>
        <w:jc w:val="both"/>
      </w:pPr>
      <w:r>
        <w:lastRenderedPageBreak/>
        <w:t>Komisjon kannab</w:t>
      </w:r>
    </w:p>
    <w:p w:rsidR="001C6956" w:rsidRDefault="001C6956" w:rsidP="001C6956">
      <w:pPr>
        <w:numPr>
          <w:ilvl w:val="2"/>
          <w:numId w:val="3"/>
        </w:numPr>
        <w:jc w:val="both"/>
      </w:pPr>
      <w:r>
        <w:t>varude loendamislehele</w:t>
      </w:r>
    </w:p>
    <w:p w:rsidR="001C6956" w:rsidRDefault="001C6956" w:rsidP="001C6956">
      <w:pPr>
        <w:numPr>
          <w:ilvl w:val="3"/>
          <w:numId w:val="3"/>
        </w:numPr>
        <w:jc w:val="both"/>
      </w:pPr>
      <w:r>
        <w:t>koguse inventuuri andmetel  veerule  “Kogus“ järgnevasse veergu</w:t>
      </w:r>
    </w:p>
    <w:p w:rsidR="001C6956" w:rsidRDefault="001C6956" w:rsidP="001C6956">
      <w:pPr>
        <w:numPr>
          <w:ilvl w:val="3"/>
          <w:numId w:val="3"/>
        </w:numPr>
        <w:jc w:val="both"/>
      </w:pPr>
      <w:r>
        <w:t>hinnangu (kõlblik või kõlbmatu) veerule „Kaubakood“ järgnevasse</w:t>
      </w:r>
    </w:p>
    <w:p w:rsidR="001C6956" w:rsidRDefault="001C6956" w:rsidP="001C6956">
      <w:pPr>
        <w:ind w:left="1702"/>
        <w:jc w:val="both"/>
      </w:pPr>
      <w:r>
        <w:t xml:space="preserve">      veergu.</w:t>
      </w:r>
    </w:p>
    <w:p w:rsidR="001C6956" w:rsidRPr="00870932" w:rsidRDefault="001C6956" w:rsidP="001C6956">
      <w:pPr>
        <w:ind w:left="1134"/>
        <w:jc w:val="both"/>
      </w:pPr>
      <w:r>
        <w:t xml:space="preserve">2.5.1.3.   </w:t>
      </w:r>
      <w:r w:rsidRPr="00870932">
        <w:t>raamatupidamise andmete ja inventuuri andmete vahe märkusena.</w:t>
      </w:r>
    </w:p>
    <w:p w:rsidR="001C6956" w:rsidRDefault="001C6956" w:rsidP="001C6956">
      <w:pPr>
        <w:numPr>
          <w:ilvl w:val="2"/>
          <w:numId w:val="3"/>
        </w:numPr>
        <w:jc w:val="both"/>
      </w:pPr>
      <w:r>
        <w:t xml:space="preserve">Kui inventeerimiskomisjon leiab inventeerimise käigus inventeeritavat vara, mida </w:t>
      </w:r>
    </w:p>
    <w:p w:rsidR="001C6956" w:rsidRDefault="001C6956" w:rsidP="001C6956">
      <w:pPr>
        <w:ind w:left="720"/>
        <w:jc w:val="both"/>
      </w:pPr>
      <w:r>
        <w:t xml:space="preserve">           pole nimekirjas, kirjutatakse nimetatud vara kohta andmed loendamislehele</w:t>
      </w:r>
    </w:p>
    <w:p w:rsidR="001C6956" w:rsidRDefault="001C6956" w:rsidP="001C6956">
      <w:pPr>
        <w:ind w:left="720"/>
        <w:jc w:val="both"/>
      </w:pPr>
      <w:r>
        <w:t xml:space="preserve">           käsitsi. </w:t>
      </w:r>
    </w:p>
    <w:p w:rsidR="001C6956" w:rsidRDefault="001C6956" w:rsidP="001C6956">
      <w:pPr>
        <w:numPr>
          <w:ilvl w:val="1"/>
          <w:numId w:val="3"/>
        </w:numPr>
        <w:jc w:val="both"/>
      </w:pPr>
      <w:r>
        <w:t>Loendamislehele kirjutavad alla kõik komisjoni liikmed ja ka varude eest vastutav isik.</w:t>
      </w:r>
    </w:p>
    <w:p w:rsidR="001C6956" w:rsidRPr="004F7E1A" w:rsidRDefault="001C6956" w:rsidP="001C6956">
      <w:pPr>
        <w:numPr>
          <w:ilvl w:val="1"/>
          <w:numId w:val="3"/>
        </w:numPr>
        <w:jc w:val="both"/>
      </w:pPr>
      <w:r w:rsidRPr="004F7E1A">
        <w:t>Loendamisleht säilitatakse struktuuriüksuses</w:t>
      </w:r>
      <w:r>
        <w:t xml:space="preserve"> ja</w:t>
      </w:r>
      <w:r w:rsidRPr="004F7E1A">
        <w:t xml:space="preserve"> salvestatakse DHSi sarja </w:t>
      </w:r>
      <w:r w:rsidRPr="004F7E1A">
        <w:br/>
        <w:t>6-6.4 „Varude aastainventuurid“ ja edastatakse viite teel loendamislehe väljastanud</w:t>
      </w:r>
      <w:r>
        <w:t xml:space="preserve"> </w:t>
      </w:r>
      <w:r w:rsidRPr="004F7E1A">
        <w:t>raamatupidajale.</w:t>
      </w:r>
    </w:p>
    <w:p w:rsidR="001C6956" w:rsidRDefault="001C6956" w:rsidP="001C6956">
      <w:pPr>
        <w:ind w:left="993" w:hanging="633"/>
        <w:jc w:val="both"/>
      </w:pPr>
      <w:r w:rsidRPr="004F7E1A">
        <w:t>2.9. Inventeerimisnimestiku koostab Axaptas raamatupidaja</w:t>
      </w:r>
      <w:r>
        <w:t xml:space="preserve"> ühe tööpäeva jooksul peale</w:t>
      </w:r>
    </w:p>
    <w:p w:rsidR="001C6956" w:rsidRDefault="001C6956" w:rsidP="001C6956">
      <w:pPr>
        <w:ind w:left="993" w:hanging="633"/>
        <w:jc w:val="both"/>
      </w:pPr>
      <w:r>
        <w:t xml:space="preserve">       </w:t>
      </w:r>
      <w:r w:rsidRPr="004F7E1A">
        <w:t>inventuuri läbiviimist, võttes aluseks allkirjastatud loendamislehe andmed</w:t>
      </w:r>
      <w:r>
        <w:t xml:space="preserve"> ja väljastab</w:t>
      </w:r>
    </w:p>
    <w:p w:rsidR="001C6956" w:rsidRPr="004F7E1A" w:rsidRDefault="001C6956" w:rsidP="001C6956">
      <w:pPr>
        <w:ind w:left="993" w:hanging="633"/>
        <w:jc w:val="both"/>
      </w:pPr>
      <w:r>
        <w:t xml:space="preserve">       </w:t>
      </w:r>
      <w:r w:rsidRPr="004F7E1A">
        <w:t xml:space="preserve">inventeerimiskomisjoni esimehele inventeerimisnimestikud iga varude liigi kohta eraldi. </w:t>
      </w:r>
    </w:p>
    <w:p w:rsidR="001C6956" w:rsidRDefault="001C6956" w:rsidP="001C6956">
      <w:pPr>
        <w:ind w:left="993" w:hanging="633"/>
        <w:jc w:val="both"/>
      </w:pPr>
      <w:r w:rsidRPr="004F7E1A">
        <w:t>2.10</w:t>
      </w:r>
      <w:r>
        <w:t xml:space="preserve">. </w:t>
      </w:r>
      <w:r w:rsidRPr="004F7E1A">
        <w:t xml:space="preserve">Inventeerimisnimestikud </w:t>
      </w:r>
      <w:r>
        <w:t xml:space="preserve">allkirjastatakse inventeerimiskomisjoni liikmete poolt </w:t>
      </w:r>
      <w:r w:rsidRPr="004F7E1A">
        <w:t xml:space="preserve">ja </w:t>
      </w:r>
    </w:p>
    <w:p w:rsidR="001C6956" w:rsidRDefault="001C6956" w:rsidP="001C6956">
      <w:pPr>
        <w:ind w:left="993" w:hanging="633"/>
        <w:jc w:val="both"/>
      </w:pPr>
      <w:r w:rsidRPr="004F7E1A">
        <w:t xml:space="preserve">  </w:t>
      </w:r>
      <w:r>
        <w:t xml:space="preserve">       </w:t>
      </w:r>
      <w:r w:rsidRPr="004F7E1A">
        <w:t>salvestatakse</w:t>
      </w:r>
      <w:r>
        <w:t xml:space="preserve"> hiljemalt </w:t>
      </w:r>
      <w:r w:rsidR="00F2482E">
        <w:t>07</w:t>
      </w:r>
      <w:r>
        <w:t xml:space="preserve">. detsembriks </w:t>
      </w:r>
      <w:r w:rsidR="00F2482E">
        <w:t>2018</w:t>
      </w:r>
      <w:r>
        <w:t xml:space="preserve">.a. DHS sarja 6-6.4 </w:t>
      </w:r>
      <w:r w:rsidRPr="004F7E1A">
        <w:t>„Varude aasta</w:t>
      </w:r>
      <w:r>
        <w:t xml:space="preserve"> </w:t>
      </w:r>
      <w:proofErr w:type="spellStart"/>
      <w:r w:rsidRPr="004F7E1A">
        <w:t>inven</w:t>
      </w:r>
      <w:r>
        <w:t>-</w:t>
      </w:r>
      <w:proofErr w:type="spellEnd"/>
      <w:r>
        <w:t xml:space="preserve"> tuurid“ ja luuakse seos vastava loendamislehega.</w:t>
      </w:r>
    </w:p>
    <w:p w:rsidR="001C6956" w:rsidRDefault="001C6956" w:rsidP="001C6956">
      <w:pPr>
        <w:ind w:left="993" w:hanging="633"/>
        <w:jc w:val="both"/>
      </w:pPr>
    </w:p>
    <w:p w:rsidR="001C6956" w:rsidRDefault="001C6956" w:rsidP="001C6956">
      <w:pPr>
        <w:numPr>
          <w:ilvl w:val="0"/>
          <w:numId w:val="3"/>
        </w:numPr>
        <w:jc w:val="both"/>
      </w:pPr>
      <w:r>
        <w:t>Bioloogiline vara metsataimed</w:t>
      </w:r>
    </w:p>
    <w:p w:rsidR="001C6956" w:rsidRDefault="001C6956" w:rsidP="001C6956">
      <w:pPr>
        <w:numPr>
          <w:ilvl w:val="1"/>
          <w:numId w:val="3"/>
        </w:numPr>
        <w:jc w:val="both"/>
      </w:pPr>
      <w:r>
        <w:t xml:space="preserve">inventuur viiakse läbi perioodil </w:t>
      </w:r>
      <w:r w:rsidR="00F87F72">
        <w:t>1</w:t>
      </w:r>
      <w:r w:rsidRPr="007336AD">
        <w:t xml:space="preserve">. november kuni </w:t>
      </w:r>
      <w:r w:rsidR="00F2482E" w:rsidRPr="007336AD">
        <w:t>2</w:t>
      </w:r>
      <w:r w:rsidR="00F2482E">
        <w:t>3</w:t>
      </w:r>
      <w:r>
        <w:t xml:space="preserve">. november </w:t>
      </w:r>
      <w:r w:rsidR="00F2482E">
        <w:t>2018</w:t>
      </w:r>
      <w:r>
        <w:t>. a.</w:t>
      </w:r>
    </w:p>
    <w:p w:rsidR="001C6956" w:rsidRDefault="001C6956" w:rsidP="001C6956">
      <w:pPr>
        <w:numPr>
          <w:ilvl w:val="1"/>
          <w:numId w:val="3"/>
        </w:numPr>
        <w:jc w:val="both"/>
      </w:pPr>
      <w:r w:rsidRPr="004F7E1A">
        <w:t>Struktuuriüksuse juht koostab varude inventuuri läbiviimiseks käskkirja, millega  määratakse</w:t>
      </w:r>
    </w:p>
    <w:p w:rsidR="001C6956" w:rsidRDefault="001C6956" w:rsidP="001C6956">
      <w:pPr>
        <w:numPr>
          <w:ilvl w:val="2"/>
          <w:numId w:val="3"/>
        </w:numPr>
        <w:jc w:val="both"/>
      </w:pPr>
      <w:r w:rsidRPr="004F7E1A">
        <w:t xml:space="preserve">inventeerimiskomisjoni liikmed, kellest üks määratakse </w:t>
      </w:r>
      <w:r>
        <w:t>esimeheks</w:t>
      </w:r>
      <w:r w:rsidRPr="004F7E1A">
        <w:t>. Komisjoni</w:t>
      </w:r>
      <w:r>
        <w:t xml:space="preserve"> peab kuuluma vähemalt kaks liiget. Komisjoni ei tohi kuuluda inventeeritavate varude eest vastutav isik. Vastutav isik osaleb vajadusel inventeerimiskomisjoni töös selgituse andjana.</w:t>
      </w:r>
    </w:p>
    <w:p w:rsidR="001C6956" w:rsidRDefault="001C6956" w:rsidP="001C6956">
      <w:pPr>
        <w:numPr>
          <w:ilvl w:val="2"/>
          <w:numId w:val="3"/>
        </w:numPr>
        <w:jc w:val="both"/>
      </w:pPr>
      <w:r>
        <w:t>millise kuupäeva seisuga varusid inventeeritakse ja inventuuri läbiviimise aeg (kuupäevaliselt).</w:t>
      </w:r>
    </w:p>
    <w:p w:rsidR="001C6956" w:rsidRDefault="001C6956" w:rsidP="001C6956">
      <w:pPr>
        <w:pStyle w:val="ListParagraph"/>
        <w:numPr>
          <w:ilvl w:val="1"/>
          <w:numId w:val="3"/>
        </w:numPr>
        <w:jc w:val="both"/>
      </w:pPr>
      <w:r>
        <w:t xml:space="preserve">Inventeerimisnimestikud allkirjastatakse inventeerimiskomisjoni liikmete poolt ja salvestatakse hiljemalt 1. detsembriks </w:t>
      </w:r>
      <w:r w:rsidR="00F2482E">
        <w:t>2018</w:t>
      </w:r>
      <w:r>
        <w:t xml:space="preserve">. a DHS sarja 6-6.4. </w:t>
      </w:r>
      <w:r w:rsidRPr="004F7E1A">
        <w:t>„Varude aasta</w:t>
      </w:r>
      <w:r>
        <w:t xml:space="preserve"> </w:t>
      </w:r>
      <w:proofErr w:type="spellStart"/>
      <w:r w:rsidRPr="004F7E1A">
        <w:t>inven</w:t>
      </w:r>
      <w:r>
        <w:t>-</w:t>
      </w:r>
      <w:proofErr w:type="spellEnd"/>
      <w:r>
        <w:t xml:space="preserve"> tuurid“ ja viide saadetakse pearaamatupidaja Merike </w:t>
      </w:r>
      <w:proofErr w:type="spellStart"/>
      <w:r>
        <w:t>Eierile</w:t>
      </w:r>
      <w:proofErr w:type="spellEnd"/>
      <w:r>
        <w:t>.</w:t>
      </w:r>
    </w:p>
    <w:p w:rsidR="001C6956" w:rsidRDefault="001C6956" w:rsidP="001C6956">
      <w:pPr>
        <w:jc w:val="both"/>
      </w:pPr>
    </w:p>
    <w:p w:rsidR="001C6956" w:rsidRDefault="001C6956" w:rsidP="001C6956">
      <w:pPr>
        <w:numPr>
          <w:ilvl w:val="0"/>
          <w:numId w:val="3"/>
        </w:numPr>
        <w:jc w:val="both"/>
      </w:pPr>
      <w:r>
        <w:t xml:space="preserve">Bilansiväline vara kalad </w:t>
      </w:r>
    </w:p>
    <w:p w:rsidR="001C6956" w:rsidRDefault="001C6956" w:rsidP="001C6956">
      <w:pPr>
        <w:numPr>
          <w:ilvl w:val="1"/>
          <w:numId w:val="3"/>
        </w:numPr>
        <w:jc w:val="both"/>
      </w:pPr>
      <w:r>
        <w:t xml:space="preserve">Inventuur viiakse läbi perioodil 1. november kuni </w:t>
      </w:r>
      <w:r w:rsidR="00F2482E">
        <w:t>14</w:t>
      </w:r>
      <w:r>
        <w:t xml:space="preserve">. detsember </w:t>
      </w:r>
      <w:r w:rsidR="00F2482E">
        <w:t>2018</w:t>
      </w:r>
      <w:r>
        <w:t>. a.</w:t>
      </w:r>
    </w:p>
    <w:p w:rsidR="001C6956" w:rsidRDefault="001C6956" w:rsidP="001C6956">
      <w:pPr>
        <w:numPr>
          <w:ilvl w:val="1"/>
          <w:numId w:val="3"/>
        </w:numPr>
        <w:jc w:val="both"/>
      </w:pPr>
      <w:r w:rsidRPr="004F7E1A">
        <w:t>Struktuuriüksuse juht koostab varude inventuuri läbiviimiseks käskkirja, millega  määratakse</w:t>
      </w:r>
      <w:r>
        <w:t>:</w:t>
      </w:r>
    </w:p>
    <w:p w:rsidR="001C6956" w:rsidRDefault="001C6956" w:rsidP="001C6956">
      <w:pPr>
        <w:numPr>
          <w:ilvl w:val="2"/>
          <w:numId w:val="3"/>
        </w:numPr>
        <w:jc w:val="both"/>
      </w:pPr>
      <w:r w:rsidRPr="004F7E1A">
        <w:t xml:space="preserve">inventeerimiskomisjoni liikmed, kellest üks määratakse </w:t>
      </w:r>
      <w:r>
        <w:t>esimeheks</w:t>
      </w:r>
      <w:r w:rsidRPr="004F7E1A">
        <w:t>. Komisjoni</w:t>
      </w:r>
      <w:r>
        <w:t xml:space="preserve"> peab kuuluma vähemalt kaks liiget. Komisjoni ei tohi kuuluda inventeeritavate varude eest vastutav isik. Vastutav isik osaleb vajadusel inventeerimiskomisjoni töös selgituse andjana.</w:t>
      </w:r>
    </w:p>
    <w:p w:rsidR="001C6956" w:rsidRDefault="001C6956" w:rsidP="001C6956">
      <w:pPr>
        <w:numPr>
          <w:ilvl w:val="2"/>
          <w:numId w:val="3"/>
        </w:numPr>
        <w:jc w:val="both"/>
      </w:pPr>
      <w:r>
        <w:t>millise kuupäeva seisuga varusid inventeeritakse ja inventuuri läbiviimise aeg (kuupäevaliselt).</w:t>
      </w:r>
    </w:p>
    <w:p w:rsidR="001C6956" w:rsidRDefault="001C6956" w:rsidP="001C6956">
      <w:pPr>
        <w:numPr>
          <w:ilvl w:val="1"/>
          <w:numId w:val="3"/>
        </w:numPr>
        <w:jc w:val="both"/>
      </w:pPr>
      <w:r w:rsidRPr="00E35A62">
        <w:t xml:space="preserve"> </w:t>
      </w:r>
      <w:r>
        <w:t>Tuginedes kalakasvatus- ja kalade paiknemise päevikutele kogutakse inventuuri käigus andmed sugu- ja asenduskarjade ja kasvatatavate kalade kohta.</w:t>
      </w:r>
    </w:p>
    <w:p w:rsidR="001C6956" w:rsidRDefault="001C6956" w:rsidP="001C6956">
      <w:pPr>
        <w:numPr>
          <w:ilvl w:val="2"/>
          <w:numId w:val="3"/>
        </w:numPr>
        <w:jc w:val="both"/>
      </w:pPr>
      <w:r w:rsidRPr="00E35A62">
        <w:t xml:space="preserve"> </w:t>
      </w:r>
      <w:r>
        <w:t>Komisjon koostab loendamislehe, kus isendite arv ja keskmine kaal esitatakse kalaliigi, vanusegrupi ja päritolu lõikes.</w:t>
      </w:r>
    </w:p>
    <w:p w:rsidR="001C6956" w:rsidRDefault="001C6956" w:rsidP="001C6956">
      <w:pPr>
        <w:pStyle w:val="ListParagraph"/>
        <w:numPr>
          <w:ilvl w:val="1"/>
          <w:numId w:val="3"/>
        </w:numPr>
        <w:tabs>
          <w:tab w:val="left" w:pos="4820"/>
        </w:tabs>
        <w:jc w:val="both"/>
      </w:pPr>
      <w:r>
        <w:t xml:space="preserve">Inventeerimisnimestikud allkirjastatakse inventeerimiskomisjoni liikmete poolt ja salvestatakse hiljemalt </w:t>
      </w:r>
      <w:r w:rsidR="00F2482E">
        <w:t>14</w:t>
      </w:r>
      <w:r>
        <w:t xml:space="preserve">.detsembriks </w:t>
      </w:r>
      <w:r w:rsidR="00F2482E">
        <w:t>2018</w:t>
      </w:r>
      <w:r>
        <w:t xml:space="preserve">.a. DHS sarja 6-6.4. </w:t>
      </w:r>
      <w:r w:rsidRPr="004F7E1A">
        <w:t>„Varude aasta</w:t>
      </w:r>
      <w:r>
        <w:t xml:space="preserve"> </w:t>
      </w:r>
      <w:proofErr w:type="spellStart"/>
      <w:r w:rsidRPr="004F7E1A">
        <w:t>inven</w:t>
      </w:r>
      <w:r>
        <w:t>-</w:t>
      </w:r>
      <w:proofErr w:type="spellEnd"/>
      <w:r>
        <w:t xml:space="preserve"> tuurid“ ja viide saadetakse pearaamatupidaja Merike </w:t>
      </w:r>
      <w:proofErr w:type="spellStart"/>
      <w:r>
        <w:t>Eierile</w:t>
      </w:r>
      <w:proofErr w:type="spellEnd"/>
      <w:r>
        <w:t>.</w:t>
      </w:r>
    </w:p>
    <w:p w:rsidR="001C6956" w:rsidRDefault="001C6956" w:rsidP="001C6956">
      <w:pPr>
        <w:tabs>
          <w:tab w:val="left" w:pos="4820"/>
        </w:tabs>
        <w:jc w:val="both"/>
      </w:pPr>
    </w:p>
    <w:p w:rsidR="001C6956" w:rsidRDefault="001C6956" w:rsidP="001C6956">
      <w:pPr>
        <w:tabs>
          <w:tab w:val="left" w:pos="4820"/>
        </w:tabs>
        <w:jc w:val="both"/>
      </w:pPr>
    </w:p>
    <w:p w:rsidR="001C6956" w:rsidRDefault="001C6956" w:rsidP="001C6956">
      <w:pPr>
        <w:tabs>
          <w:tab w:val="left" w:pos="4820"/>
        </w:tabs>
        <w:jc w:val="both"/>
      </w:pPr>
    </w:p>
    <w:p w:rsidR="001C6956" w:rsidRDefault="001C6956" w:rsidP="001C6956">
      <w:pPr>
        <w:tabs>
          <w:tab w:val="left" w:pos="4820"/>
        </w:tabs>
        <w:jc w:val="both"/>
      </w:pPr>
    </w:p>
    <w:p w:rsidR="001C6956" w:rsidRDefault="00F87F72" w:rsidP="001C6956">
      <w:pPr>
        <w:tabs>
          <w:tab w:val="left" w:pos="4820"/>
        </w:tabs>
        <w:jc w:val="both"/>
      </w:pPr>
      <w:r>
        <w:t>Aigar Kallas</w:t>
      </w:r>
    </w:p>
    <w:p w:rsidR="001C6956" w:rsidRDefault="00F87F72" w:rsidP="001C6956">
      <w:pPr>
        <w:tabs>
          <w:tab w:val="left" w:pos="4820"/>
        </w:tabs>
        <w:jc w:val="both"/>
      </w:pPr>
      <w:r>
        <w:t>Juhatuse esimees</w:t>
      </w:r>
    </w:p>
    <w:p w:rsidR="001C6956" w:rsidRDefault="001C6956" w:rsidP="001C6956">
      <w:pPr>
        <w:tabs>
          <w:tab w:val="left" w:pos="4820"/>
        </w:tabs>
        <w:jc w:val="both"/>
      </w:pPr>
    </w:p>
    <w:p w:rsidR="001C6956" w:rsidRDefault="001C6956" w:rsidP="001C6956">
      <w:pPr>
        <w:tabs>
          <w:tab w:val="left" w:pos="4820"/>
        </w:tabs>
        <w:jc w:val="both"/>
      </w:pPr>
      <w:r>
        <w:t>Jaotuskava: kõik struktuuriüksused</w:t>
      </w:r>
    </w:p>
    <w:p w:rsidR="001C6956" w:rsidRDefault="001C6956" w:rsidP="001C6956">
      <w:pPr>
        <w:tabs>
          <w:tab w:val="left" w:pos="4820"/>
        </w:tabs>
        <w:jc w:val="both"/>
      </w:pPr>
    </w:p>
    <w:p w:rsidR="001C6956" w:rsidRDefault="001C6956" w:rsidP="001C6956">
      <w:pPr>
        <w:tabs>
          <w:tab w:val="left" w:pos="4820"/>
        </w:tabs>
        <w:jc w:val="both"/>
      </w:pPr>
      <w:r>
        <w:t>Merike Eier</w:t>
      </w:r>
    </w:p>
    <w:p w:rsidR="001C6956" w:rsidRDefault="001C6956" w:rsidP="001C6956">
      <w:pPr>
        <w:tabs>
          <w:tab w:val="left" w:pos="4820"/>
        </w:tabs>
        <w:jc w:val="both"/>
      </w:pPr>
      <w:r>
        <w:t>Pearaamatupidaja</w:t>
      </w:r>
    </w:p>
    <w:p w:rsidR="001C6956" w:rsidRPr="001C6956" w:rsidRDefault="00F25A83" w:rsidP="001C6956">
      <w:pPr>
        <w:tabs>
          <w:tab w:val="left" w:pos="4820"/>
        </w:tabs>
        <w:jc w:val="both"/>
      </w:pPr>
      <w:r>
        <w:t>0</w:t>
      </w:r>
      <w:r>
        <w:t>8</w:t>
      </w:r>
      <w:r w:rsidR="0048414E">
        <w:t>.</w:t>
      </w:r>
      <w:r w:rsidR="009D7E97">
        <w:t xml:space="preserve"> </w:t>
      </w:r>
      <w:r w:rsidR="001C6956">
        <w:t xml:space="preserve">oktoober </w:t>
      </w:r>
      <w:r w:rsidR="00F2482E">
        <w:t>2018</w:t>
      </w:r>
      <w:r w:rsidR="001C6956">
        <w:t>. a</w:t>
      </w:r>
    </w:p>
    <w:sectPr w:rsidR="001C6956" w:rsidRPr="001C6956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C30" w:rsidRDefault="00C23C30">
      <w:r>
        <w:separator/>
      </w:r>
    </w:p>
  </w:endnote>
  <w:endnote w:type="continuationSeparator" w:id="0">
    <w:p w:rsidR="00C23C30" w:rsidRDefault="00C23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0" w:rsidRDefault="00C23C30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0" w:rsidRDefault="00C23C30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0" w:rsidRDefault="00C23C3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C30" w:rsidRDefault="00C23C30">
      <w:r>
        <w:separator/>
      </w:r>
    </w:p>
  </w:footnote>
  <w:footnote w:type="continuationSeparator" w:id="0">
    <w:p w:rsidR="00C23C30" w:rsidRDefault="00C23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0" w:rsidRDefault="00C23C30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C3050E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0" w:rsidRDefault="00C23C30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C30" w:rsidRDefault="00C23C30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>
    <w:nsid w:val="50771F3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0F"/>
    <w:rsid w:val="001035FA"/>
    <w:rsid w:val="00126B47"/>
    <w:rsid w:val="00171CA2"/>
    <w:rsid w:val="001B352B"/>
    <w:rsid w:val="001C5601"/>
    <w:rsid w:val="001C6956"/>
    <w:rsid w:val="001E2DB7"/>
    <w:rsid w:val="00334F7B"/>
    <w:rsid w:val="00373C5A"/>
    <w:rsid w:val="003F24BF"/>
    <w:rsid w:val="0044094D"/>
    <w:rsid w:val="004547DB"/>
    <w:rsid w:val="0048414E"/>
    <w:rsid w:val="005A4E95"/>
    <w:rsid w:val="006867F0"/>
    <w:rsid w:val="006F580F"/>
    <w:rsid w:val="00750F8A"/>
    <w:rsid w:val="008D72A7"/>
    <w:rsid w:val="009A5ED4"/>
    <w:rsid w:val="009D7E97"/>
    <w:rsid w:val="00A70025"/>
    <w:rsid w:val="00AA795B"/>
    <w:rsid w:val="00C23C30"/>
    <w:rsid w:val="00C26538"/>
    <w:rsid w:val="00C3050E"/>
    <w:rsid w:val="00C32C41"/>
    <w:rsid w:val="00D21541"/>
    <w:rsid w:val="00D617BE"/>
    <w:rsid w:val="00EA2278"/>
    <w:rsid w:val="00F04693"/>
    <w:rsid w:val="00F2482E"/>
    <w:rsid w:val="00F25A83"/>
    <w:rsid w:val="00F70D56"/>
    <w:rsid w:val="00F87F72"/>
    <w:rsid w:val="00FC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6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69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F04693"/>
    <w:pPr>
      <w:ind w:right="26"/>
      <w:jc w:val="both"/>
    </w:pPr>
    <w:rPr>
      <w:i/>
      <w:iCs/>
      <w:spacing w:val="0"/>
      <w:position w:val="0"/>
      <w:szCs w:val="24"/>
    </w:rPr>
  </w:style>
  <w:style w:type="character" w:customStyle="1" w:styleId="BodyTextChar">
    <w:name w:val="Body Text Char"/>
    <w:basedOn w:val="DefaultParagraphFont"/>
    <w:link w:val="BodyText"/>
    <w:rsid w:val="00F04693"/>
    <w:rPr>
      <w:i/>
      <w:iCs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F04693"/>
    <w:rPr>
      <w:rFonts w:ascii="Courier New" w:hAnsi="Courier New" w:cs="Courier New"/>
      <w:spacing w:val="0"/>
      <w:position w:val="0"/>
      <w:sz w:val="20"/>
    </w:rPr>
  </w:style>
  <w:style w:type="character" w:customStyle="1" w:styleId="PlainTextChar">
    <w:name w:val="Plain Text Char"/>
    <w:basedOn w:val="DefaultParagraphFont"/>
    <w:link w:val="PlainText"/>
    <w:rsid w:val="00F04693"/>
    <w:rPr>
      <w:rFonts w:ascii="Courier New" w:hAnsi="Courier New" w:cs="Courier New"/>
      <w:lang w:eastAsia="en-US"/>
    </w:rPr>
  </w:style>
  <w:style w:type="paragraph" w:styleId="ListParagraph">
    <w:name w:val="List Paragraph"/>
    <w:basedOn w:val="Normal"/>
    <w:uiPriority w:val="34"/>
    <w:qFormat/>
    <w:rsid w:val="001C6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6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69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F04693"/>
    <w:pPr>
      <w:ind w:right="26"/>
      <w:jc w:val="both"/>
    </w:pPr>
    <w:rPr>
      <w:i/>
      <w:iCs/>
      <w:spacing w:val="0"/>
      <w:position w:val="0"/>
      <w:szCs w:val="24"/>
    </w:rPr>
  </w:style>
  <w:style w:type="character" w:customStyle="1" w:styleId="BodyTextChar">
    <w:name w:val="Body Text Char"/>
    <w:basedOn w:val="DefaultParagraphFont"/>
    <w:link w:val="BodyText"/>
    <w:rsid w:val="00F04693"/>
    <w:rPr>
      <w:i/>
      <w:iCs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F04693"/>
    <w:rPr>
      <w:rFonts w:ascii="Courier New" w:hAnsi="Courier New" w:cs="Courier New"/>
      <w:spacing w:val="0"/>
      <w:position w:val="0"/>
      <w:sz w:val="20"/>
    </w:rPr>
  </w:style>
  <w:style w:type="character" w:customStyle="1" w:styleId="PlainTextChar">
    <w:name w:val="Plain Text Char"/>
    <w:basedOn w:val="DefaultParagraphFont"/>
    <w:link w:val="PlainText"/>
    <w:rsid w:val="00F04693"/>
    <w:rPr>
      <w:rFonts w:ascii="Courier New" w:hAnsi="Courier New" w:cs="Courier New"/>
      <w:lang w:eastAsia="en-US"/>
    </w:rPr>
  </w:style>
  <w:style w:type="paragraph" w:styleId="ListParagraph">
    <w:name w:val="List Paragraph"/>
    <w:basedOn w:val="Normal"/>
    <w:uiPriority w:val="34"/>
    <w:qFormat/>
    <w:rsid w:val="001C6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A278612C.dotm</Template>
  <TotalTime>26</TotalTime>
  <Pages>4</Pages>
  <Words>1002</Words>
  <Characters>7419</Characters>
  <Application>Microsoft Office Word</Application>
  <DocSecurity>0</DocSecurity>
  <Lines>61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8405</CharactersWithSpaces>
  <SharedDoc>false</SharedDoc>
  <HLinks>
    <vt:vector size="6" baseType="variant">
      <vt:variant>
        <vt:i4>1179736</vt:i4>
      </vt:variant>
      <vt:variant>
        <vt:i4>1024</vt:i4>
      </vt:variant>
      <vt:variant>
        <vt:i4>1025</vt:i4>
      </vt:variant>
      <vt:variant>
        <vt:i4>1</vt:i4>
      </vt:variant>
      <vt:variant>
        <vt:lpwstr>G:\Dropbox\MK@DF\KLIENT\RMK dokumendimallid\Muu\tykid\RMK_logo_v.gif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4.0, 05.2013</dc:description>
  <cp:lastModifiedBy>Merike Eier</cp:lastModifiedBy>
  <cp:revision>8</cp:revision>
  <cp:lastPrinted>2003-07-14T18:24:00Z</cp:lastPrinted>
  <dcterms:created xsi:type="dcterms:W3CDTF">2018-10-01T13:25:00Z</dcterms:created>
  <dcterms:modified xsi:type="dcterms:W3CDTF">2018-10-08T08:06:00Z</dcterms:modified>
</cp:coreProperties>
</file>